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D74" w:rsidRDefault="007512F6">
      <w:bookmarkStart w:id="0" w:name="_GoBack"/>
      <w:r>
        <w:rPr>
          <w:noProof/>
        </w:rPr>
        <w:drawing>
          <wp:inline distT="0" distB="0" distL="0" distR="0" wp14:anchorId="38C9C657" wp14:editId="7D0FABB1">
            <wp:extent cx="5943600" cy="6572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2D74" w:rsidSect="007512F6">
      <w:headerReference w:type="default" r:id="rId7"/>
      <w:pgSz w:w="12240" w:h="15840"/>
      <w:pgMar w:top="121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2F6" w:rsidRDefault="007512F6" w:rsidP="007512F6">
      <w:pPr>
        <w:spacing w:after="0" w:line="240" w:lineRule="auto"/>
      </w:pPr>
      <w:r>
        <w:separator/>
      </w:r>
    </w:p>
  </w:endnote>
  <w:endnote w:type="continuationSeparator" w:id="0">
    <w:p w:rsidR="007512F6" w:rsidRDefault="007512F6" w:rsidP="0075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2F6" w:rsidRDefault="007512F6" w:rsidP="007512F6">
      <w:pPr>
        <w:spacing w:after="0" w:line="240" w:lineRule="auto"/>
      </w:pPr>
      <w:r>
        <w:separator/>
      </w:r>
    </w:p>
  </w:footnote>
  <w:footnote w:type="continuationSeparator" w:id="0">
    <w:p w:rsidR="007512F6" w:rsidRDefault="007512F6" w:rsidP="0075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2F6" w:rsidRDefault="007512F6">
    <w:pPr>
      <w:pStyle w:val="En-tte"/>
    </w:pPr>
    <w:r>
      <w:rPr>
        <w:noProof/>
      </w:rPr>
      <w:drawing>
        <wp:inline distT="0" distB="0" distL="0" distR="0" wp14:anchorId="7EAC59D6" wp14:editId="6A7056F6">
          <wp:extent cx="5943600" cy="1922780"/>
          <wp:effectExtent l="0" t="0" r="0" b="127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92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512F6" w:rsidRDefault="007512F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F6"/>
    <w:rsid w:val="007512F6"/>
    <w:rsid w:val="00BA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F063D0A-8407-455D-BB2F-3B26732B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1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2F6"/>
  </w:style>
  <w:style w:type="paragraph" w:styleId="Pieddepage">
    <w:name w:val="footer"/>
    <w:basedOn w:val="Normal"/>
    <w:link w:val="PieddepageCar"/>
    <w:uiPriority w:val="99"/>
    <w:unhideWhenUsed/>
    <w:rsid w:val="00751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34531271.dotm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Justitie / SPF Justice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Michaux Delphine</dc:creator>
  <cp:keywords/>
  <dc:description/>
  <cp:lastModifiedBy>Delphine Michaux (FOD Justitie - SPF Justice)</cp:lastModifiedBy>
  <cp:revision>1</cp:revision>
  <dcterms:created xsi:type="dcterms:W3CDTF">2018-04-26T13:31:00Z</dcterms:created>
  <dcterms:modified xsi:type="dcterms:W3CDTF">2018-04-26T13:33:00Z</dcterms:modified>
</cp:coreProperties>
</file>